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9A9593E-D275-474E-AA7C-16F7A57B5224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